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2E" w:rsidRDefault="0022372E" w:rsidP="0022372E">
      <w:pPr>
        <w:pStyle w:val="Heading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FB37F2" wp14:editId="4D9E33A7">
                <wp:simplePos x="0" y="0"/>
                <wp:positionH relativeFrom="column">
                  <wp:posOffset>2103120</wp:posOffset>
                </wp:positionH>
                <wp:positionV relativeFrom="paragraph">
                  <wp:posOffset>182880</wp:posOffset>
                </wp:positionV>
                <wp:extent cx="6675120" cy="457200"/>
                <wp:effectExtent l="0" t="3810" r="190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44"/>
                                <w:szCs w:val="44"/>
                              </w:rPr>
                              <w:id w:val="168308275"/>
                              <w:placeholder>
                                <w:docPart w:val="8FAF0722D4D74CD1A94020A3434F0E19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22372E" w:rsidRDefault="0022372E" w:rsidP="0022372E">
                                <w:pPr>
                                  <w:rPr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201</w:t>
                                </w:r>
                                <w:r w:rsidR="00FE5C2E">
                                  <w:rPr>
                                    <w:sz w:val="44"/>
                                    <w:szCs w:val="44"/>
                                  </w:rPr>
                                  <w:t>7</w:t>
                                </w:r>
                                <w:r>
                                  <w:rPr>
                                    <w:sz w:val="44"/>
                                    <w:szCs w:val="44"/>
                                  </w:rPr>
                                  <w:t xml:space="preserve"> SHAES Citizens Fire Academy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B37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5.6pt;margin-top:14.4pt;width:525.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6hrAIAAKk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" o:allowincell="f" filled="f" stroked="f">
                <v:textbox inset="0,0,0,0">
                  <w:txbxContent>
                    <w:sdt>
                      <w:sdtPr>
                        <w:rPr>
                          <w:sz w:val="44"/>
                          <w:szCs w:val="44"/>
                        </w:rPr>
                        <w:id w:val="168308275"/>
                        <w:placeholder>
                          <w:docPart w:val="8FAF0722D4D74CD1A94020A3434F0E19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22372E" w:rsidRDefault="0022372E" w:rsidP="0022372E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201</w:t>
                          </w:r>
                          <w:r w:rsidR="00FE5C2E">
                            <w:rPr>
                              <w:sz w:val="44"/>
                              <w:szCs w:val="44"/>
                            </w:rPr>
                            <w:t>7</w:t>
                          </w:r>
                          <w:r>
                            <w:rPr>
                              <w:sz w:val="44"/>
                              <w:szCs w:val="44"/>
                            </w:rPr>
                            <w:t xml:space="preserve"> SHAES Citizens Fire Academy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30675B" wp14:editId="60F9F828">
                <wp:simplePos x="0" y="0"/>
                <wp:positionH relativeFrom="column">
                  <wp:posOffset>280670</wp:posOffset>
                </wp:positionH>
                <wp:positionV relativeFrom="paragraph">
                  <wp:posOffset>-91440</wp:posOffset>
                </wp:positionV>
                <wp:extent cx="1450975" cy="1135380"/>
                <wp:effectExtent l="0" t="0" r="0" b="190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72E" w:rsidRDefault="0022372E" w:rsidP="0022372E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E3F5624" wp14:editId="6ED87DAA">
                                  <wp:extent cx="1479997" cy="1085535"/>
                                  <wp:effectExtent l="0" t="0" r="6350" b="63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IT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619" cy="1103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0675B" id="Text Box 3" o:spid="_x0000_s1027" type="#_x0000_t202" style="position:absolute;margin-left:22.1pt;margin-top:-7.2pt;width:114.25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" o:allowincell="f" filled="f" stroked="f">
                <v:textbox inset="0,0,0,0">
                  <w:txbxContent>
                    <w:p w:rsidR="0022372E" w:rsidRDefault="0022372E" w:rsidP="0022372E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E3F5624" wp14:editId="6ED87DAA">
                            <wp:extent cx="1479997" cy="1085535"/>
                            <wp:effectExtent l="0" t="0" r="6350" b="63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IT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619" cy="1103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372E" w:rsidRDefault="0022372E" w:rsidP="0022372E">
      <w:pPr>
        <w:rPr>
          <w:sz w:val="22"/>
          <w:szCs w:val="22"/>
        </w:rPr>
      </w:pPr>
    </w:p>
    <w:p w:rsidR="0022372E" w:rsidRPr="00E62FF9" w:rsidRDefault="0022372E" w:rsidP="0022372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March</w:t>
      </w:r>
    </w:p>
    <w:p w:rsidR="0022372E" w:rsidRDefault="0022372E" w:rsidP="002237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22372E" w:rsidTr="00292D13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FE5C2E" w:rsidP="0022372E">
            <w:r>
              <w:t>1</w:t>
            </w:r>
          </w:p>
        </w:tc>
        <w:tc>
          <w:tcPr>
            <w:tcW w:w="2016" w:type="dxa"/>
          </w:tcPr>
          <w:p w:rsidR="0022372E" w:rsidRDefault="00FE5C2E" w:rsidP="00292D13">
            <w:r>
              <w:t>2</w:t>
            </w:r>
          </w:p>
        </w:tc>
        <w:tc>
          <w:tcPr>
            <w:tcW w:w="2016" w:type="dxa"/>
          </w:tcPr>
          <w:p w:rsidR="0022372E" w:rsidRDefault="00FE5C2E" w:rsidP="00292D13">
            <w:r>
              <w:t>3</w:t>
            </w:r>
          </w:p>
        </w:tc>
        <w:tc>
          <w:tcPr>
            <w:tcW w:w="2016" w:type="dxa"/>
          </w:tcPr>
          <w:p w:rsidR="00454E90" w:rsidRDefault="00FE5C2E" w:rsidP="00454E90">
            <w:r>
              <w:t>4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5</w:t>
            </w:r>
          </w:p>
        </w:tc>
        <w:tc>
          <w:tcPr>
            <w:tcW w:w="2016" w:type="dxa"/>
          </w:tcPr>
          <w:p w:rsidR="0022372E" w:rsidRDefault="00FE5C2E" w:rsidP="00292D13">
            <w:r>
              <w:t>6</w:t>
            </w:r>
          </w:p>
        </w:tc>
        <w:tc>
          <w:tcPr>
            <w:tcW w:w="2016" w:type="dxa"/>
          </w:tcPr>
          <w:p w:rsidR="0022372E" w:rsidRDefault="00FE5C2E" w:rsidP="00292D13">
            <w:r>
              <w:t>7</w:t>
            </w:r>
          </w:p>
        </w:tc>
        <w:tc>
          <w:tcPr>
            <w:tcW w:w="2016" w:type="dxa"/>
          </w:tcPr>
          <w:p w:rsidR="00906CB1" w:rsidRDefault="00FE5C2E" w:rsidP="00292D13">
            <w:r>
              <w:t>5</w:t>
            </w:r>
          </w:p>
          <w:p w:rsidR="00906CB1" w:rsidRDefault="00906CB1" w:rsidP="00292D13"/>
        </w:tc>
        <w:tc>
          <w:tcPr>
            <w:tcW w:w="2016" w:type="dxa"/>
          </w:tcPr>
          <w:p w:rsidR="0022372E" w:rsidRDefault="00FE5C2E" w:rsidP="00292D13">
            <w:r>
              <w:t>9</w:t>
            </w:r>
          </w:p>
        </w:tc>
        <w:tc>
          <w:tcPr>
            <w:tcW w:w="2016" w:type="dxa"/>
          </w:tcPr>
          <w:p w:rsidR="0022372E" w:rsidRDefault="00FE5C2E" w:rsidP="00292D13">
            <w:r>
              <w:t>10</w:t>
            </w:r>
          </w:p>
        </w:tc>
        <w:tc>
          <w:tcPr>
            <w:tcW w:w="2016" w:type="dxa"/>
          </w:tcPr>
          <w:p w:rsidR="0022372E" w:rsidRDefault="00FE5C2E" w:rsidP="00292D13">
            <w:r>
              <w:t>11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12</w:t>
            </w:r>
          </w:p>
        </w:tc>
        <w:tc>
          <w:tcPr>
            <w:tcW w:w="2016" w:type="dxa"/>
          </w:tcPr>
          <w:p w:rsidR="0022372E" w:rsidRDefault="00FE5C2E" w:rsidP="00292D13">
            <w:r>
              <w:t>13</w:t>
            </w:r>
          </w:p>
        </w:tc>
        <w:tc>
          <w:tcPr>
            <w:tcW w:w="2016" w:type="dxa"/>
          </w:tcPr>
          <w:p w:rsidR="0022372E" w:rsidRDefault="00FE5C2E" w:rsidP="00292D13">
            <w:r>
              <w:t>14</w:t>
            </w:r>
          </w:p>
        </w:tc>
        <w:tc>
          <w:tcPr>
            <w:tcW w:w="2016" w:type="dxa"/>
          </w:tcPr>
          <w:p w:rsidR="00906CB1" w:rsidRDefault="00FE5C2E" w:rsidP="00292D13">
            <w:r>
              <w:t>15</w:t>
            </w:r>
            <w:r w:rsidR="00664B24">
              <w:t xml:space="preserve">  </w:t>
            </w:r>
            <w:r w:rsidR="00664B24" w:rsidRPr="00664B24">
              <w:rPr>
                <w:i/>
                <w:sz w:val="16"/>
                <w:szCs w:val="16"/>
              </w:rPr>
              <w:t>Owen Ridley</w:t>
            </w:r>
          </w:p>
          <w:p w:rsidR="00664B24" w:rsidRDefault="00664B24" w:rsidP="00292D13">
            <w:r>
              <w:t>First night of Citizens Fire Academy</w:t>
            </w:r>
          </w:p>
          <w:p w:rsidR="00664B24" w:rsidRDefault="00664B24" w:rsidP="00292D13">
            <w:r>
              <w:t>6:30-10pm</w:t>
            </w:r>
          </w:p>
          <w:p w:rsidR="00664B24" w:rsidRPr="00A7442D" w:rsidRDefault="00664B24" w:rsidP="00292D13">
            <w:pPr>
              <w:rPr>
                <w:b/>
                <w:sz w:val="24"/>
                <w:szCs w:val="24"/>
              </w:rPr>
            </w:pPr>
            <w:r w:rsidRPr="00A7442D">
              <w:rPr>
                <w:b/>
                <w:sz w:val="24"/>
                <w:szCs w:val="24"/>
              </w:rPr>
              <w:t>Orientation</w:t>
            </w:r>
          </w:p>
        </w:tc>
        <w:tc>
          <w:tcPr>
            <w:tcW w:w="2016" w:type="dxa"/>
          </w:tcPr>
          <w:p w:rsidR="0022372E" w:rsidRDefault="00FE5C2E" w:rsidP="00292D13">
            <w:r>
              <w:t>16</w:t>
            </w:r>
          </w:p>
        </w:tc>
        <w:tc>
          <w:tcPr>
            <w:tcW w:w="2016" w:type="dxa"/>
          </w:tcPr>
          <w:p w:rsidR="0022372E" w:rsidRDefault="00FE5C2E" w:rsidP="00292D13">
            <w:r>
              <w:t>17</w:t>
            </w:r>
          </w:p>
        </w:tc>
        <w:tc>
          <w:tcPr>
            <w:tcW w:w="2016" w:type="dxa"/>
          </w:tcPr>
          <w:p w:rsidR="0022372E" w:rsidRDefault="00FE5C2E" w:rsidP="00292D13">
            <w:r>
              <w:t>18</w:t>
            </w:r>
            <w:r w:rsidR="00A7442D">
              <w:t xml:space="preserve">  </w:t>
            </w:r>
            <w:r w:rsidR="00A7442D" w:rsidRPr="00A7442D">
              <w:rPr>
                <w:i/>
                <w:sz w:val="16"/>
                <w:szCs w:val="16"/>
              </w:rPr>
              <w:t>Owen Ridley</w:t>
            </w:r>
          </w:p>
          <w:p w:rsidR="00A7442D" w:rsidRDefault="00A7442D" w:rsidP="00292D13"/>
          <w:p w:rsidR="00A7442D" w:rsidRDefault="00A7442D" w:rsidP="00292D13">
            <w:r>
              <w:t>CFA 8am-1pm</w:t>
            </w:r>
          </w:p>
          <w:p w:rsidR="00A7442D" w:rsidRPr="00A7442D" w:rsidRDefault="00A7442D" w:rsidP="00292D13">
            <w:pPr>
              <w:rPr>
                <w:b/>
                <w:sz w:val="24"/>
                <w:szCs w:val="24"/>
              </w:rPr>
            </w:pPr>
            <w:proofErr w:type="spellStart"/>
            <w:r w:rsidRPr="00A7442D">
              <w:rPr>
                <w:b/>
                <w:sz w:val="24"/>
                <w:szCs w:val="24"/>
              </w:rPr>
              <w:t>Heartsaver</w:t>
            </w:r>
            <w:proofErr w:type="spellEnd"/>
            <w:r w:rsidRPr="00A7442D">
              <w:rPr>
                <w:b/>
                <w:sz w:val="24"/>
                <w:szCs w:val="24"/>
              </w:rPr>
              <w:t>-CPR</w:t>
            </w:r>
          </w:p>
          <w:p w:rsidR="00582BF1" w:rsidRPr="00275E8A" w:rsidRDefault="00582BF1" w:rsidP="00292D13">
            <w:pPr>
              <w:rPr>
                <w:b/>
              </w:rPr>
            </w:pP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19</w:t>
            </w:r>
          </w:p>
        </w:tc>
        <w:tc>
          <w:tcPr>
            <w:tcW w:w="2016" w:type="dxa"/>
          </w:tcPr>
          <w:p w:rsidR="0022372E" w:rsidRDefault="00FE5C2E" w:rsidP="00292D13">
            <w:r>
              <w:t>20</w:t>
            </w:r>
          </w:p>
        </w:tc>
        <w:tc>
          <w:tcPr>
            <w:tcW w:w="2016" w:type="dxa"/>
          </w:tcPr>
          <w:p w:rsidR="0022372E" w:rsidRDefault="00FE5C2E" w:rsidP="00292D13">
            <w:r>
              <w:t>21</w:t>
            </w:r>
          </w:p>
        </w:tc>
        <w:tc>
          <w:tcPr>
            <w:tcW w:w="2016" w:type="dxa"/>
          </w:tcPr>
          <w:p w:rsidR="00E25A83" w:rsidRDefault="00FE5C2E" w:rsidP="00906CB1">
            <w:r>
              <w:t>22</w:t>
            </w:r>
            <w:r w:rsidR="00A7442D">
              <w:t xml:space="preserve">  </w:t>
            </w:r>
            <w:r w:rsidR="00A7442D" w:rsidRPr="00A7442D">
              <w:rPr>
                <w:i/>
                <w:sz w:val="16"/>
                <w:szCs w:val="16"/>
              </w:rPr>
              <w:t>Owen Ridley</w:t>
            </w:r>
          </w:p>
          <w:p w:rsidR="00A7442D" w:rsidRDefault="00A7442D" w:rsidP="00906CB1"/>
          <w:p w:rsidR="00A7442D" w:rsidRDefault="00A7442D" w:rsidP="00906CB1">
            <w:r>
              <w:t>CFA 6:30-10pm</w:t>
            </w:r>
          </w:p>
          <w:p w:rsidR="00A7442D" w:rsidRPr="00A7442D" w:rsidRDefault="00A7442D" w:rsidP="00906CB1">
            <w:pPr>
              <w:rPr>
                <w:b/>
                <w:sz w:val="24"/>
                <w:szCs w:val="24"/>
              </w:rPr>
            </w:pPr>
            <w:proofErr w:type="spellStart"/>
            <w:r w:rsidRPr="00A7442D">
              <w:rPr>
                <w:b/>
                <w:sz w:val="24"/>
                <w:szCs w:val="24"/>
              </w:rPr>
              <w:t>Haz</w:t>
            </w:r>
            <w:proofErr w:type="spellEnd"/>
            <w:r w:rsidRPr="00A7442D">
              <w:rPr>
                <w:b/>
                <w:sz w:val="24"/>
                <w:szCs w:val="24"/>
              </w:rPr>
              <w:t>-Mat</w:t>
            </w:r>
          </w:p>
          <w:p w:rsidR="00A7442D" w:rsidRPr="00A7442D" w:rsidRDefault="00A7442D" w:rsidP="00906CB1">
            <w:pPr>
              <w:rPr>
                <w:b/>
                <w:sz w:val="24"/>
                <w:szCs w:val="24"/>
              </w:rPr>
            </w:pPr>
            <w:r w:rsidRPr="00A7442D">
              <w:rPr>
                <w:b/>
                <w:sz w:val="24"/>
                <w:szCs w:val="24"/>
              </w:rPr>
              <w:t>SCBA</w:t>
            </w:r>
          </w:p>
          <w:p w:rsidR="00A7442D" w:rsidRPr="00A7442D" w:rsidRDefault="00A7442D" w:rsidP="00906CB1">
            <w:pPr>
              <w:rPr>
                <w:b/>
                <w:sz w:val="24"/>
                <w:szCs w:val="24"/>
              </w:rPr>
            </w:pPr>
            <w:r w:rsidRPr="00A7442D">
              <w:rPr>
                <w:b/>
                <w:sz w:val="24"/>
                <w:szCs w:val="24"/>
              </w:rPr>
              <w:t>TIC</w:t>
            </w:r>
          </w:p>
          <w:p w:rsidR="00906CB1" w:rsidRDefault="00906CB1" w:rsidP="00292D13"/>
        </w:tc>
        <w:tc>
          <w:tcPr>
            <w:tcW w:w="2016" w:type="dxa"/>
          </w:tcPr>
          <w:p w:rsidR="0022372E" w:rsidRDefault="00FE5C2E" w:rsidP="00292D13">
            <w:r>
              <w:t>23</w:t>
            </w:r>
          </w:p>
        </w:tc>
        <w:tc>
          <w:tcPr>
            <w:tcW w:w="2016" w:type="dxa"/>
          </w:tcPr>
          <w:p w:rsidR="0022372E" w:rsidRDefault="00FE5C2E" w:rsidP="00292D13">
            <w:r>
              <w:t>24</w:t>
            </w:r>
          </w:p>
        </w:tc>
        <w:tc>
          <w:tcPr>
            <w:tcW w:w="2016" w:type="dxa"/>
          </w:tcPr>
          <w:p w:rsidR="0022372E" w:rsidRDefault="00FE5C2E" w:rsidP="00292D13">
            <w:r>
              <w:t>25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26</w:t>
            </w:r>
          </w:p>
        </w:tc>
        <w:tc>
          <w:tcPr>
            <w:tcW w:w="2016" w:type="dxa"/>
          </w:tcPr>
          <w:p w:rsidR="0022372E" w:rsidRDefault="00FE5C2E" w:rsidP="00292D13">
            <w:r>
              <w:t>27</w:t>
            </w:r>
          </w:p>
        </w:tc>
        <w:tc>
          <w:tcPr>
            <w:tcW w:w="2016" w:type="dxa"/>
          </w:tcPr>
          <w:p w:rsidR="0022372E" w:rsidRDefault="00FE5C2E" w:rsidP="00292D13">
            <w:r>
              <w:t>28</w:t>
            </w:r>
          </w:p>
        </w:tc>
        <w:tc>
          <w:tcPr>
            <w:tcW w:w="2016" w:type="dxa"/>
          </w:tcPr>
          <w:p w:rsidR="0022372E" w:rsidRDefault="00FE5C2E" w:rsidP="00292D13">
            <w:r>
              <w:t>29</w:t>
            </w:r>
            <w:r w:rsidR="00A7442D">
              <w:t xml:space="preserve">  </w:t>
            </w:r>
            <w:r w:rsidR="00A7442D" w:rsidRPr="00A7442D">
              <w:rPr>
                <w:i/>
                <w:sz w:val="16"/>
                <w:szCs w:val="16"/>
              </w:rPr>
              <w:t>Brian Montgomery</w:t>
            </w:r>
          </w:p>
          <w:p w:rsidR="00A7442D" w:rsidRDefault="00A7442D" w:rsidP="00A7442D"/>
          <w:p w:rsidR="00A7442D" w:rsidRDefault="00A7442D" w:rsidP="00A7442D">
            <w:r>
              <w:t>CFA 6:30-10pm</w:t>
            </w:r>
          </w:p>
          <w:p w:rsidR="00A7442D" w:rsidRPr="00A7442D" w:rsidRDefault="00A7442D" w:rsidP="00A7442D">
            <w:pPr>
              <w:rPr>
                <w:b/>
                <w:sz w:val="24"/>
                <w:szCs w:val="24"/>
              </w:rPr>
            </w:pPr>
            <w:r w:rsidRPr="00A7442D">
              <w:rPr>
                <w:b/>
                <w:sz w:val="24"/>
                <w:szCs w:val="24"/>
              </w:rPr>
              <w:t>Portable Fire Extinguishers</w:t>
            </w:r>
          </w:p>
        </w:tc>
        <w:tc>
          <w:tcPr>
            <w:tcW w:w="2016" w:type="dxa"/>
          </w:tcPr>
          <w:p w:rsidR="0022372E" w:rsidRDefault="00FE5C2E" w:rsidP="00292D13">
            <w:r>
              <w:t>30</w:t>
            </w:r>
          </w:p>
        </w:tc>
        <w:tc>
          <w:tcPr>
            <w:tcW w:w="2016" w:type="dxa"/>
          </w:tcPr>
          <w:p w:rsidR="0022372E" w:rsidRDefault="00FE5C2E" w:rsidP="00292D13">
            <w:r>
              <w:t>31</w:t>
            </w:r>
          </w:p>
        </w:tc>
        <w:tc>
          <w:tcPr>
            <w:tcW w:w="2016" w:type="dxa"/>
          </w:tcPr>
          <w:p w:rsidR="0022372E" w:rsidRDefault="00FE5C2E" w:rsidP="00292D13">
            <w:r>
              <w:t>April 1</w:t>
            </w:r>
          </w:p>
        </w:tc>
      </w:tr>
    </w:tbl>
    <w:p w:rsidR="0022372E" w:rsidRDefault="0022372E" w:rsidP="0022372E">
      <w:pPr>
        <w:pStyle w:val="Heading2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1FB37F2" wp14:editId="4D9E33A7">
                <wp:simplePos x="0" y="0"/>
                <wp:positionH relativeFrom="column">
                  <wp:posOffset>2103120</wp:posOffset>
                </wp:positionH>
                <wp:positionV relativeFrom="paragraph">
                  <wp:posOffset>182880</wp:posOffset>
                </wp:positionV>
                <wp:extent cx="6675120" cy="457200"/>
                <wp:effectExtent l="0" t="3810" r="1905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44"/>
                                <w:szCs w:val="44"/>
                              </w:rPr>
                              <w:id w:val="-1782188015"/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22372E" w:rsidRDefault="0022372E" w:rsidP="0022372E">
                                <w:pPr>
                                  <w:rPr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201</w:t>
                                </w:r>
                                <w:r w:rsidR="00FE5C2E">
                                  <w:rPr>
                                    <w:sz w:val="44"/>
                                    <w:szCs w:val="44"/>
                                  </w:rPr>
                                  <w:t>7</w:t>
                                </w:r>
                                <w:r>
                                  <w:rPr>
                                    <w:sz w:val="44"/>
                                    <w:szCs w:val="44"/>
                                  </w:rPr>
                                  <w:t xml:space="preserve"> SHAES Citizens Fire Academy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B37F2" id="_x0000_s1028" type="#_x0000_t202" style="position:absolute;margin-left:165.6pt;margin-top:14.4pt;width:525.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" o:allowincell="f" filled="f" stroked="f">
                <v:textbox inset="0,0,0,0">
                  <w:txbxContent>
                    <w:sdt>
                      <w:sdtPr>
                        <w:rPr>
                          <w:sz w:val="44"/>
                          <w:szCs w:val="44"/>
                        </w:rPr>
                        <w:id w:val="-1782188015"/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22372E" w:rsidRDefault="0022372E" w:rsidP="0022372E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201</w:t>
                          </w:r>
                          <w:r w:rsidR="00FE5C2E">
                            <w:rPr>
                              <w:sz w:val="44"/>
                              <w:szCs w:val="44"/>
                            </w:rPr>
                            <w:t>7</w:t>
                          </w:r>
                          <w:r>
                            <w:rPr>
                              <w:sz w:val="44"/>
                              <w:szCs w:val="44"/>
                            </w:rPr>
                            <w:t xml:space="preserve"> SHAES Citizens Fire Academy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930675B" wp14:editId="60F9F828">
                <wp:simplePos x="0" y="0"/>
                <wp:positionH relativeFrom="column">
                  <wp:posOffset>280670</wp:posOffset>
                </wp:positionH>
                <wp:positionV relativeFrom="paragraph">
                  <wp:posOffset>-91440</wp:posOffset>
                </wp:positionV>
                <wp:extent cx="1450975" cy="1135380"/>
                <wp:effectExtent l="0" t="0" r="0" b="1905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72E" w:rsidRDefault="0022372E" w:rsidP="0022372E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4E12756" wp14:editId="0CAEE756">
                                  <wp:extent cx="1479997" cy="1085535"/>
                                  <wp:effectExtent l="0" t="0" r="6350" b="63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IT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619" cy="1103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0675B" id="_x0000_s1029" type="#_x0000_t202" style="position:absolute;margin-left:22.1pt;margin-top:-7.2pt;width:114.25pt;height: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" o:allowincell="f" filled="f" stroked="f">
                <v:textbox inset="0,0,0,0">
                  <w:txbxContent>
                    <w:p w:rsidR="0022372E" w:rsidRDefault="0022372E" w:rsidP="0022372E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4E12756" wp14:editId="0CAEE756">
                            <wp:extent cx="1479997" cy="1085535"/>
                            <wp:effectExtent l="0" t="0" r="6350" b="63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IT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619" cy="1103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372E" w:rsidRDefault="0022372E" w:rsidP="0022372E">
      <w:pPr>
        <w:rPr>
          <w:sz w:val="22"/>
          <w:szCs w:val="22"/>
        </w:rPr>
      </w:pPr>
    </w:p>
    <w:p w:rsidR="0022372E" w:rsidRPr="00E62FF9" w:rsidRDefault="0022372E" w:rsidP="0022372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April</w:t>
      </w:r>
    </w:p>
    <w:p w:rsidR="0022372E" w:rsidRDefault="0022372E" w:rsidP="0022372E"/>
    <w:tbl>
      <w:tblPr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22372E" w:rsidTr="0022372E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22372E" w:rsidTr="0022372E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2</w:t>
            </w:r>
          </w:p>
        </w:tc>
        <w:tc>
          <w:tcPr>
            <w:tcW w:w="2016" w:type="dxa"/>
          </w:tcPr>
          <w:p w:rsidR="0022372E" w:rsidRDefault="00FE5C2E" w:rsidP="00D20805">
            <w:r>
              <w:t>3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  <w:r>
              <w:t>Spring Break</w:t>
            </w:r>
          </w:p>
        </w:tc>
        <w:tc>
          <w:tcPr>
            <w:tcW w:w="2016" w:type="dxa"/>
          </w:tcPr>
          <w:p w:rsidR="0022372E" w:rsidRDefault="00FE5C2E" w:rsidP="00292D13">
            <w:r>
              <w:t>4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  <w:r>
              <w:t>Spring Break</w:t>
            </w:r>
          </w:p>
        </w:tc>
        <w:tc>
          <w:tcPr>
            <w:tcW w:w="2016" w:type="dxa"/>
          </w:tcPr>
          <w:p w:rsidR="00D20805" w:rsidRPr="006D2DDC" w:rsidRDefault="00FE5C2E" w:rsidP="00D2080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  <w:r w:rsidR="006D2DDC">
              <w:rPr>
                <w:b/>
              </w:rPr>
              <w:t xml:space="preserve">  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6D2DDC" w:rsidRPr="006D2DDC" w:rsidRDefault="00D20805" w:rsidP="00D20805">
            <w:pPr>
              <w:jc w:val="center"/>
              <w:rPr>
                <w:b/>
                <w:sz w:val="24"/>
                <w:szCs w:val="24"/>
              </w:rPr>
            </w:pPr>
            <w:r>
              <w:t>Spring Break</w:t>
            </w:r>
          </w:p>
        </w:tc>
        <w:tc>
          <w:tcPr>
            <w:tcW w:w="2016" w:type="dxa"/>
          </w:tcPr>
          <w:p w:rsidR="0022372E" w:rsidRDefault="00FE5C2E" w:rsidP="00292D13">
            <w:r>
              <w:t>6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  <w:r>
              <w:t>Spring Break</w:t>
            </w:r>
          </w:p>
        </w:tc>
        <w:tc>
          <w:tcPr>
            <w:tcW w:w="2016" w:type="dxa"/>
          </w:tcPr>
          <w:p w:rsidR="0022372E" w:rsidRDefault="00FE5C2E" w:rsidP="00292D13">
            <w:r>
              <w:t>7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  <w:r>
              <w:t>Spring Break</w:t>
            </w:r>
          </w:p>
        </w:tc>
        <w:tc>
          <w:tcPr>
            <w:tcW w:w="2016" w:type="dxa"/>
          </w:tcPr>
          <w:p w:rsidR="0022372E" w:rsidRDefault="00FE5C2E" w:rsidP="00292D13">
            <w:r>
              <w:t>8</w:t>
            </w: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</w:p>
        </w:tc>
      </w:tr>
      <w:tr w:rsidR="0022372E" w:rsidTr="0022372E">
        <w:trPr>
          <w:trHeight w:hRule="exact" w:val="1500"/>
        </w:trPr>
        <w:tc>
          <w:tcPr>
            <w:tcW w:w="2016" w:type="dxa"/>
          </w:tcPr>
          <w:p w:rsidR="00275E8A" w:rsidRDefault="00FE5C2E" w:rsidP="00292D13">
            <w:r>
              <w:t>9</w:t>
            </w:r>
          </w:p>
        </w:tc>
        <w:tc>
          <w:tcPr>
            <w:tcW w:w="2016" w:type="dxa"/>
          </w:tcPr>
          <w:p w:rsidR="0022372E" w:rsidRDefault="00FE5C2E" w:rsidP="00292D13">
            <w:r>
              <w:t>10</w:t>
            </w:r>
          </w:p>
        </w:tc>
        <w:tc>
          <w:tcPr>
            <w:tcW w:w="2016" w:type="dxa"/>
          </w:tcPr>
          <w:p w:rsidR="0022372E" w:rsidRDefault="00FE5C2E" w:rsidP="00292D13">
            <w:r>
              <w:t>11</w:t>
            </w:r>
          </w:p>
        </w:tc>
        <w:tc>
          <w:tcPr>
            <w:tcW w:w="2016" w:type="dxa"/>
          </w:tcPr>
          <w:p w:rsidR="00906CB1" w:rsidRDefault="00FE5C2E" w:rsidP="00292D13">
            <w:r>
              <w:t>12</w:t>
            </w:r>
            <w:r w:rsidR="00D20805">
              <w:t xml:space="preserve">  </w:t>
            </w:r>
            <w:r w:rsidR="00D20805" w:rsidRPr="00D20805">
              <w:rPr>
                <w:i/>
                <w:sz w:val="16"/>
                <w:szCs w:val="16"/>
              </w:rPr>
              <w:t>Tony Marsala</w:t>
            </w:r>
          </w:p>
          <w:p w:rsidR="00D20805" w:rsidRDefault="00D20805" w:rsidP="00292D13"/>
          <w:p w:rsidR="00D20805" w:rsidRDefault="00D20805" w:rsidP="00292D13">
            <w:r>
              <w:t>CFA 6:30-10pm</w:t>
            </w:r>
          </w:p>
          <w:p w:rsidR="00D20805" w:rsidRPr="00D20805" w:rsidRDefault="00D20805" w:rsidP="00292D13">
            <w:pPr>
              <w:rPr>
                <w:b/>
                <w:sz w:val="24"/>
                <w:szCs w:val="24"/>
              </w:rPr>
            </w:pPr>
            <w:r w:rsidRPr="00D20805">
              <w:rPr>
                <w:b/>
                <w:sz w:val="24"/>
                <w:szCs w:val="24"/>
              </w:rPr>
              <w:t>Inspection &amp; Investigation</w:t>
            </w:r>
          </w:p>
          <w:p w:rsidR="00A121DF" w:rsidRDefault="00A121DF" w:rsidP="00292D13"/>
        </w:tc>
        <w:tc>
          <w:tcPr>
            <w:tcW w:w="2016" w:type="dxa"/>
          </w:tcPr>
          <w:p w:rsidR="0022372E" w:rsidRDefault="00FE5C2E" w:rsidP="00292D13">
            <w:r>
              <w:t>13</w:t>
            </w:r>
          </w:p>
        </w:tc>
        <w:tc>
          <w:tcPr>
            <w:tcW w:w="2016" w:type="dxa"/>
          </w:tcPr>
          <w:p w:rsidR="0022372E" w:rsidRDefault="00FE5C2E" w:rsidP="00292D13">
            <w:r>
              <w:t>14</w:t>
            </w:r>
          </w:p>
        </w:tc>
        <w:tc>
          <w:tcPr>
            <w:tcW w:w="2016" w:type="dxa"/>
          </w:tcPr>
          <w:p w:rsidR="0022372E" w:rsidRDefault="00FE5C2E" w:rsidP="00292D13">
            <w:r>
              <w:t>15</w:t>
            </w:r>
          </w:p>
        </w:tc>
      </w:tr>
      <w:tr w:rsidR="0022372E" w:rsidTr="0022372E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16</w:t>
            </w:r>
          </w:p>
          <w:p w:rsidR="00D20805" w:rsidRDefault="00D20805" w:rsidP="00292D13"/>
          <w:p w:rsidR="00D20805" w:rsidRDefault="00D20805" w:rsidP="00D20805">
            <w:pPr>
              <w:jc w:val="center"/>
            </w:pPr>
          </w:p>
          <w:p w:rsidR="00D20805" w:rsidRDefault="00D20805" w:rsidP="00D20805">
            <w:pPr>
              <w:jc w:val="center"/>
            </w:pPr>
            <w:r>
              <w:t>Easter Sunday</w:t>
            </w:r>
          </w:p>
        </w:tc>
        <w:tc>
          <w:tcPr>
            <w:tcW w:w="2016" w:type="dxa"/>
          </w:tcPr>
          <w:p w:rsidR="0022372E" w:rsidRDefault="00FE5C2E" w:rsidP="00292D13">
            <w:r>
              <w:t>17</w:t>
            </w:r>
          </w:p>
        </w:tc>
        <w:tc>
          <w:tcPr>
            <w:tcW w:w="2016" w:type="dxa"/>
          </w:tcPr>
          <w:p w:rsidR="0022372E" w:rsidRDefault="00FE5C2E" w:rsidP="00292D13">
            <w:r>
              <w:t>18</w:t>
            </w:r>
          </w:p>
        </w:tc>
        <w:tc>
          <w:tcPr>
            <w:tcW w:w="2016" w:type="dxa"/>
          </w:tcPr>
          <w:p w:rsidR="0022372E" w:rsidRDefault="00FE5C2E" w:rsidP="00292D13">
            <w:r>
              <w:t>19</w:t>
            </w:r>
            <w:r w:rsidR="00D20805">
              <w:t xml:space="preserve">  </w:t>
            </w:r>
            <w:r w:rsidR="00D20805" w:rsidRPr="00D20805">
              <w:rPr>
                <w:i/>
                <w:sz w:val="16"/>
                <w:szCs w:val="16"/>
              </w:rPr>
              <w:t>Owen Ridley</w:t>
            </w:r>
          </w:p>
          <w:p w:rsidR="00D20805" w:rsidRDefault="00D20805" w:rsidP="00292D13"/>
          <w:p w:rsidR="00D20805" w:rsidRDefault="00D20805" w:rsidP="00292D13">
            <w:r>
              <w:t>CFA 6:30-10pm</w:t>
            </w:r>
          </w:p>
          <w:p w:rsidR="00D20805" w:rsidRPr="00D20805" w:rsidRDefault="00D20805" w:rsidP="00292D13">
            <w:pPr>
              <w:rPr>
                <w:b/>
                <w:sz w:val="24"/>
                <w:szCs w:val="24"/>
              </w:rPr>
            </w:pPr>
            <w:r w:rsidRPr="00D20805">
              <w:rPr>
                <w:b/>
                <w:sz w:val="24"/>
                <w:szCs w:val="24"/>
              </w:rPr>
              <w:t>Drivers Training</w:t>
            </w:r>
          </w:p>
          <w:p w:rsidR="0022372E" w:rsidRPr="0022372E" w:rsidRDefault="0022372E" w:rsidP="00292D13">
            <w:pPr>
              <w:rPr>
                <w:b/>
              </w:rPr>
            </w:pPr>
          </w:p>
        </w:tc>
        <w:tc>
          <w:tcPr>
            <w:tcW w:w="2016" w:type="dxa"/>
          </w:tcPr>
          <w:p w:rsidR="0022372E" w:rsidRDefault="00FE5C2E" w:rsidP="00292D13">
            <w:r>
              <w:t>20</w:t>
            </w:r>
          </w:p>
        </w:tc>
        <w:tc>
          <w:tcPr>
            <w:tcW w:w="2016" w:type="dxa"/>
          </w:tcPr>
          <w:p w:rsidR="0022372E" w:rsidRDefault="00FE5C2E" w:rsidP="00292D13">
            <w:r>
              <w:t>21</w:t>
            </w:r>
          </w:p>
        </w:tc>
        <w:tc>
          <w:tcPr>
            <w:tcW w:w="2016" w:type="dxa"/>
          </w:tcPr>
          <w:p w:rsidR="00275E8A" w:rsidRPr="00275E8A" w:rsidRDefault="00FE5C2E" w:rsidP="00292D13">
            <w:pPr>
              <w:rPr>
                <w:b/>
              </w:rPr>
            </w:pPr>
            <w:r>
              <w:t>22</w:t>
            </w:r>
          </w:p>
        </w:tc>
      </w:tr>
      <w:tr w:rsidR="0022372E" w:rsidTr="0022372E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23</w:t>
            </w:r>
          </w:p>
        </w:tc>
        <w:tc>
          <w:tcPr>
            <w:tcW w:w="2016" w:type="dxa"/>
          </w:tcPr>
          <w:p w:rsidR="0022372E" w:rsidRDefault="00FE5C2E" w:rsidP="00292D13">
            <w:r>
              <w:t>24</w:t>
            </w:r>
          </w:p>
        </w:tc>
        <w:tc>
          <w:tcPr>
            <w:tcW w:w="2016" w:type="dxa"/>
          </w:tcPr>
          <w:p w:rsidR="0022372E" w:rsidRDefault="00FE5C2E" w:rsidP="00292D13">
            <w:r>
              <w:t>25</w:t>
            </w:r>
          </w:p>
        </w:tc>
        <w:tc>
          <w:tcPr>
            <w:tcW w:w="2016" w:type="dxa"/>
          </w:tcPr>
          <w:p w:rsidR="00906CB1" w:rsidRDefault="00FE5C2E" w:rsidP="00292D13">
            <w:r>
              <w:t>26</w:t>
            </w:r>
            <w:r w:rsidR="00D20805">
              <w:t xml:space="preserve">  </w:t>
            </w:r>
            <w:r w:rsidR="00D20805" w:rsidRPr="00F73EE6">
              <w:rPr>
                <w:i/>
                <w:sz w:val="16"/>
                <w:szCs w:val="16"/>
              </w:rPr>
              <w:t>Shawn Smith</w:t>
            </w:r>
          </w:p>
          <w:p w:rsidR="00F73EE6" w:rsidRDefault="00F73EE6" w:rsidP="00292D13"/>
          <w:p w:rsidR="00F73EE6" w:rsidRDefault="00F73EE6" w:rsidP="00292D13">
            <w:r>
              <w:t>CFA 6:30-10pm</w:t>
            </w:r>
          </w:p>
          <w:p w:rsidR="00F73EE6" w:rsidRPr="00F73EE6" w:rsidRDefault="00F73EE6" w:rsidP="00292D13">
            <w:pPr>
              <w:rPr>
                <w:b/>
                <w:sz w:val="24"/>
                <w:szCs w:val="24"/>
              </w:rPr>
            </w:pPr>
            <w:r w:rsidRPr="00F73EE6">
              <w:rPr>
                <w:b/>
                <w:sz w:val="24"/>
                <w:szCs w:val="24"/>
              </w:rPr>
              <w:t>Confined Space &amp; Rope Rescue</w:t>
            </w:r>
          </w:p>
        </w:tc>
        <w:tc>
          <w:tcPr>
            <w:tcW w:w="2016" w:type="dxa"/>
          </w:tcPr>
          <w:p w:rsidR="0022372E" w:rsidRDefault="00FE5C2E" w:rsidP="00292D13">
            <w:r>
              <w:t>27</w:t>
            </w:r>
          </w:p>
        </w:tc>
        <w:tc>
          <w:tcPr>
            <w:tcW w:w="2016" w:type="dxa"/>
          </w:tcPr>
          <w:p w:rsidR="0022372E" w:rsidRDefault="00FE5C2E" w:rsidP="00292D13">
            <w:r>
              <w:t>28</w:t>
            </w:r>
          </w:p>
        </w:tc>
        <w:tc>
          <w:tcPr>
            <w:tcW w:w="2016" w:type="dxa"/>
          </w:tcPr>
          <w:p w:rsidR="0022372E" w:rsidRDefault="00FE5C2E" w:rsidP="00292D13">
            <w:r>
              <w:t>29</w:t>
            </w:r>
          </w:p>
        </w:tc>
      </w:tr>
      <w:tr w:rsidR="0022372E" w:rsidTr="0022372E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30</w:t>
            </w:r>
          </w:p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906CB1" w:rsidRPr="00275E8A" w:rsidRDefault="00906CB1" w:rsidP="00FE5C2E">
            <w:pPr>
              <w:rPr>
                <w:b/>
              </w:rPr>
            </w:pPr>
          </w:p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</w:tr>
    </w:tbl>
    <w:p w:rsidR="0022372E" w:rsidRDefault="0022372E" w:rsidP="0022372E">
      <w:pPr>
        <w:pStyle w:val="Heading2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C455E22" wp14:editId="4C3913C5">
                <wp:simplePos x="0" y="0"/>
                <wp:positionH relativeFrom="column">
                  <wp:posOffset>2103120</wp:posOffset>
                </wp:positionH>
                <wp:positionV relativeFrom="paragraph">
                  <wp:posOffset>182880</wp:posOffset>
                </wp:positionV>
                <wp:extent cx="6675120" cy="457200"/>
                <wp:effectExtent l="0" t="3810" r="190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44"/>
                                <w:szCs w:val="44"/>
                              </w:rPr>
                              <w:id w:val="-1099482449"/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22372E" w:rsidRDefault="0022372E" w:rsidP="0022372E">
                                <w:pPr>
                                  <w:rPr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201</w:t>
                                </w:r>
                                <w:r w:rsidR="00FE5C2E">
                                  <w:rPr>
                                    <w:sz w:val="44"/>
                                    <w:szCs w:val="44"/>
                                  </w:rPr>
                                  <w:t>7</w:t>
                                </w:r>
                                <w:r>
                                  <w:rPr>
                                    <w:sz w:val="44"/>
                                    <w:szCs w:val="44"/>
                                  </w:rPr>
                                  <w:t xml:space="preserve"> SHAES Citizens Fire Academy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55E22" id="_x0000_s1030" type="#_x0000_t202" style="position:absolute;margin-left:165.6pt;margin-top:14.4pt;width:525.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" o:allowincell="f" filled="f" stroked="f">
                <v:textbox inset="0,0,0,0">
                  <w:txbxContent>
                    <w:sdt>
                      <w:sdtPr>
                        <w:rPr>
                          <w:sz w:val="44"/>
                          <w:szCs w:val="44"/>
                        </w:rPr>
                        <w:id w:val="-1099482449"/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22372E" w:rsidRDefault="0022372E" w:rsidP="0022372E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201</w:t>
                          </w:r>
                          <w:r w:rsidR="00FE5C2E">
                            <w:rPr>
                              <w:sz w:val="44"/>
                              <w:szCs w:val="44"/>
                            </w:rPr>
                            <w:t>7</w:t>
                          </w:r>
                          <w:r>
                            <w:rPr>
                              <w:sz w:val="44"/>
                              <w:szCs w:val="44"/>
                            </w:rPr>
                            <w:t xml:space="preserve"> SHAES Citizens Fire Academy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4B8491A" wp14:editId="6CD950CC">
                <wp:simplePos x="0" y="0"/>
                <wp:positionH relativeFrom="column">
                  <wp:posOffset>280670</wp:posOffset>
                </wp:positionH>
                <wp:positionV relativeFrom="paragraph">
                  <wp:posOffset>-91440</wp:posOffset>
                </wp:positionV>
                <wp:extent cx="1450975" cy="1135380"/>
                <wp:effectExtent l="0" t="0" r="0" b="1905"/>
                <wp:wrapSquare wrapText="bothSides"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72E" w:rsidRDefault="0022372E" w:rsidP="0022372E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9FB1B3E" wp14:editId="7150FB14">
                                  <wp:extent cx="1479997" cy="1085535"/>
                                  <wp:effectExtent l="0" t="0" r="6350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IT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619" cy="1103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8491A" id="_x0000_s1031" type="#_x0000_t202" style="position:absolute;margin-left:22.1pt;margin-top:-7.2pt;width:114.25pt;height:8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" o:allowincell="f" filled="f" stroked="f">
                <v:textbox inset="0,0,0,0">
                  <w:txbxContent>
                    <w:p w:rsidR="0022372E" w:rsidRDefault="0022372E" w:rsidP="0022372E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9FB1B3E" wp14:editId="7150FB14">
                            <wp:extent cx="1479997" cy="1085535"/>
                            <wp:effectExtent l="0" t="0" r="6350" b="63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IT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619" cy="1103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372E" w:rsidRDefault="0022372E" w:rsidP="0022372E">
      <w:pPr>
        <w:rPr>
          <w:sz w:val="22"/>
          <w:szCs w:val="22"/>
        </w:rPr>
      </w:pPr>
    </w:p>
    <w:p w:rsidR="0022372E" w:rsidRPr="00E62FF9" w:rsidRDefault="00906CB1" w:rsidP="0022372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May</w:t>
      </w:r>
    </w:p>
    <w:p w:rsidR="0022372E" w:rsidRDefault="0022372E" w:rsidP="002237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22372E" w:rsidTr="00292D13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22372E" w:rsidRDefault="0022372E" w:rsidP="00292D13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FE5C2E" w:rsidP="00292D13">
            <w:r>
              <w:t>1</w:t>
            </w:r>
          </w:p>
        </w:tc>
        <w:tc>
          <w:tcPr>
            <w:tcW w:w="2016" w:type="dxa"/>
          </w:tcPr>
          <w:p w:rsidR="0022372E" w:rsidRDefault="00FE5C2E" w:rsidP="00292D13">
            <w:r>
              <w:t>2</w:t>
            </w:r>
          </w:p>
        </w:tc>
        <w:tc>
          <w:tcPr>
            <w:tcW w:w="2016" w:type="dxa"/>
          </w:tcPr>
          <w:p w:rsidR="0022372E" w:rsidRDefault="00FE5C2E" w:rsidP="00292D13">
            <w:r>
              <w:t>3</w:t>
            </w:r>
          </w:p>
        </w:tc>
        <w:tc>
          <w:tcPr>
            <w:tcW w:w="2016" w:type="dxa"/>
          </w:tcPr>
          <w:p w:rsidR="0022372E" w:rsidRDefault="00FE5C2E" w:rsidP="00292D13">
            <w:r>
              <w:t>4</w:t>
            </w:r>
          </w:p>
        </w:tc>
        <w:tc>
          <w:tcPr>
            <w:tcW w:w="2016" w:type="dxa"/>
          </w:tcPr>
          <w:p w:rsidR="0022372E" w:rsidRDefault="00FE5C2E" w:rsidP="00292D13">
            <w:r>
              <w:t>5</w:t>
            </w:r>
          </w:p>
        </w:tc>
        <w:tc>
          <w:tcPr>
            <w:tcW w:w="2016" w:type="dxa"/>
          </w:tcPr>
          <w:p w:rsidR="0001145F" w:rsidRPr="00F73EE6" w:rsidRDefault="00FE5C2E" w:rsidP="00FE5C2E">
            <w:r w:rsidRPr="00F73EE6">
              <w:t>6</w:t>
            </w:r>
            <w:r w:rsidR="00F73EE6" w:rsidRPr="00F73EE6">
              <w:t xml:space="preserve">  </w:t>
            </w:r>
            <w:r w:rsidR="00F73EE6" w:rsidRPr="00F73EE6">
              <w:rPr>
                <w:i/>
                <w:sz w:val="16"/>
                <w:szCs w:val="16"/>
              </w:rPr>
              <w:t>Owen Ridley</w:t>
            </w:r>
          </w:p>
          <w:p w:rsidR="00F73EE6" w:rsidRPr="00F73EE6" w:rsidRDefault="00F73EE6" w:rsidP="00FE5C2E"/>
          <w:p w:rsidR="00F73EE6" w:rsidRDefault="00F73EE6" w:rsidP="00FE5C2E">
            <w:r>
              <w:t>CFA 8am-1pm</w:t>
            </w:r>
          </w:p>
          <w:p w:rsidR="00F73EE6" w:rsidRPr="00F73EE6" w:rsidRDefault="00F73EE6" w:rsidP="00FE5C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Structural Fire Fighting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7</w:t>
            </w:r>
          </w:p>
        </w:tc>
        <w:tc>
          <w:tcPr>
            <w:tcW w:w="2016" w:type="dxa"/>
          </w:tcPr>
          <w:p w:rsidR="0022372E" w:rsidRDefault="00FE5C2E" w:rsidP="00292D13">
            <w:r>
              <w:t>8</w:t>
            </w:r>
          </w:p>
        </w:tc>
        <w:tc>
          <w:tcPr>
            <w:tcW w:w="2016" w:type="dxa"/>
          </w:tcPr>
          <w:p w:rsidR="0022372E" w:rsidRDefault="00FE5C2E" w:rsidP="00292D13">
            <w:r>
              <w:t>9</w:t>
            </w:r>
          </w:p>
        </w:tc>
        <w:tc>
          <w:tcPr>
            <w:tcW w:w="2016" w:type="dxa"/>
          </w:tcPr>
          <w:p w:rsidR="0022372E" w:rsidRDefault="00FE5C2E" w:rsidP="00292D13">
            <w:r>
              <w:t>10</w:t>
            </w:r>
            <w:r w:rsidR="00F73EE6">
              <w:t xml:space="preserve">  </w:t>
            </w:r>
            <w:r w:rsidR="00F73EE6" w:rsidRPr="00162627">
              <w:rPr>
                <w:i/>
                <w:sz w:val="16"/>
                <w:szCs w:val="16"/>
              </w:rPr>
              <w:t>Owen Ridley</w:t>
            </w:r>
          </w:p>
          <w:p w:rsidR="00F73EE6" w:rsidRDefault="00F73EE6" w:rsidP="00292D13"/>
          <w:p w:rsidR="00F73EE6" w:rsidRDefault="00F73EE6" w:rsidP="00292D13">
            <w:r>
              <w:t>CFA 6:30-10pm</w:t>
            </w:r>
          </w:p>
          <w:p w:rsidR="00F73EE6" w:rsidRPr="00162627" w:rsidRDefault="00F73EE6" w:rsidP="00292D13">
            <w:pPr>
              <w:rPr>
                <w:b/>
                <w:sz w:val="24"/>
                <w:szCs w:val="24"/>
              </w:rPr>
            </w:pPr>
            <w:r w:rsidRPr="00162627">
              <w:rPr>
                <w:b/>
                <w:sz w:val="24"/>
                <w:szCs w:val="24"/>
              </w:rPr>
              <w:t>Vehicle Extrication</w:t>
            </w:r>
          </w:p>
          <w:p w:rsidR="00275E8A" w:rsidRPr="00275E8A" w:rsidRDefault="00275E8A" w:rsidP="0001145F">
            <w:pPr>
              <w:rPr>
                <w:b/>
              </w:rPr>
            </w:pPr>
          </w:p>
        </w:tc>
        <w:tc>
          <w:tcPr>
            <w:tcW w:w="2016" w:type="dxa"/>
          </w:tcPr>
          <w:p w:rsidR="0022372E" w:rsidRDefault="00FE5C2E" w:rsidP="00292D13">
            <w:r>
              <w:t>11</w:t>
            </w:r>
          </w:p>
        </w:tc>
        <w:tc>
          <w:tcPr>
            <w:tcW w:w="2016" w:type="dxa"/>
          </w:tcPr>
          <w:p w:rsidR="0022372E" w:rsidRDefault="00FE5C2E" w:rsidP="00292D13">
            <w:r>
              <w:t>12</w:t>
            </w:r>
          </w:p>
        </w:tc>
        <w:tc>
          <w:tcPr>
            <w:tcW w:w="2016" w:type="dxa"/>
          </w:tcPr>
          <w:p w:rsidR="0022372E" w:rsidRDefault="00FE5C2E" w:rsidP="00292D13">
            <w:r>
              <w:t>13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14</w:t>
            </w:r>
          </w:p>
        </w:tc>
        <w:tc>
          <w:tcPr>
            <w:tcW w:w="2016" w:type="dxa"/>
          </w:tcPr>
          <w:p w:rsidR="0022372E" w:rsidRDefault="00FE5C2E" w:rsidP="00292D13">
            <w:r>
              <w:t>15</w:t>
            </w:r>
          </w:p>
        </w:tc>
        <w:tc>
          <w:tcPr>
            <w:tcW w:w="2016" w:type="dxa"/>
          </w:tcPr>
          <w:p w:rsidR="0022372E" w:rsidRDefault="00FE5C2E" w:rsidP="00292D13">
            <w:r>
              <w:t>16</w:t>
            </w:r>
          </w:p>
        </w:tc>
        <w:tc>
          <w:tcPr>
            <w:tcW w:w="2016" w:type="dxa"/>
          </w:tcPr>
          <w:p w:rsidR="0022372E" w:rsidRDefault="00FE5C2E" w:rsidP="00292D13">
            <w:r>
              <w:t>17</w:t>
            </w:r>
            <w:r w:rsidR="00F73EE6">
              <w:t xml:space="preserve">  </w:t>
            </w:r>
          </w:p>
          <w:p w:rsidR="00F73EE6" w:rsidRDefault="00F73EE6" w:rsidP="00292D13"/>
          <w:p w:rsidR="00F73EE6" w:rsidRDefault="00F73EE6" w:rsidP="00292D13">
            <w:r>
              <w:t>CFA 6:30pm</w:t>
            </w:r>
          </w:p>
          <w:p w:rsidR="00F73EE6" w:rsidRPr="00162627" w:rsidRDefault="00162627" w:rsidP="00292D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  <w:bookmarkStart w:id="0" w:name="_GoBack"/>
            <w:bookmarkEnd w:id="0"/>
            <w:r w:rsidR="00F73EE6" w:rsidRPr="00162627">
              <w:rPr>
                <w:b/>
                <w:sz w:val="24"/>
                <w:szCs w:val="24"/>
              </w:rPr>
              <w:t>raduation Ceremony!!!!</w:t>
            </w:r>
          </w:p>
          <w:p w:rsidR="00275E8A" w:rsidRPr="0022372E" w:rsidRDefault="00275E8A" w:rsidP="00275E8A">
            <w:pPr>
              <w:rPr>
                <w:b/>
              </w:rPr>
            </w:pPr>
          </w:p>
        </w:tc>
        <w:tc>
          <w:tcPr>
            <w:tcW w:w="2016" w:type="dxa"/>
          </w:tcPr>
          <w:p w:rsidR="0022372E" w:rsidRDefault="00FE5C2E" w:rsidP="00292D13">
            <w:r>
              <w:t>18</w:t>
            </w:r>
          </w:p>
        </w:tc>
        <w:tc>
          <w:tcPr>
            <w:tcW w:w="2016" w:type="dxa"/>
          </w:tcPr>
          <w:p w:rsidR="0022372E" w:rsidRDefault="00FE5C2E" w:rsidP="00292D13">
            <w:r>
              <w:t>19</w:t>
            </w:r>
          </w:p>
        </w:tc>
        <w:tc>
          <w:tcPr>
            <w:tcW w:w="2016" w:type="dxa"/>
          </w:tcPr>
          <w:p w:rsidR="0022372E" w:rsidRDefault="00FE5C2E" w:rsidP="00292D13">
            <w:r>
              <w:t>20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21</w:t>
            </w:r>
          </w:p>
        </w:tc>
        <w:tc>
          <w:tcPr>
            <w:tcW w:w="2016" w:type="dxa"/>
          </w:tcPr>
          <w:p w:rsidR="0022372E" w:rsidRDefault="00FE5C2E" w:rsidP="00292D13">
            <w:r>
              <w:t>22</w:t>
            </w:r>
          </w:p>
        </w:tc>
        <w:tc>
          <w:tcPr>
            <w:tcW w:w="2016" w:type="dxa"/>
          </w:tcPr>
          <w:p w:rsidR="0022372E" w:rsidRDefault="00FE5C2E" w:rsidP="00292D13">
            <w:r>
              <w:t>23</w:t>
            </w:r>
          </w:p>
        </w:tc>
        <w:tc>
          <w:tcPr>
            <w:tcW w:w="2016" w:type="dxa"/>
          </w:tcPr>
          <w:p w:rsidR="0022372E" w:rsidRDefault="00FE5C2E" w:rsidP="00292D13">
            <w:r>
              <w:t>24</w:t>
            </w:r>
          </w:p>
        </w:tc>
        <w:tc>
          <w:tcPr>
            <w:tcW w:w="2016" w:type="dxa"/>
          </w:tcPr>
          <w:p w:rsidR="0022372E" w:rsidRDefault="00FE5C2E" w:rsidP="00292D13">
            <w:r>
              <w:t>25</w:t>
            </w:r>
          </w:p>
        </w:tc>
        <w:tc>
          <w:tcPr>
            <w:tcW w:w="2016" w:type="dxa"/>
          </w:tcPr>
          <w:p w:rsidR="0022372E" w:rsidRDefault="00FE5C2E" w:rsidP="00292D13">
            <w:r>
              <w:t>26</w:t>
            </w:r>
          </w:p>
        </w:tc>
        <w:tc>
          <w:tcPr>
            <w:tcW w:w="2016" w:type="dxa"/>
          </w:tcPr>
          <w:p w:rsidR="0022372E" w:rsidRDefault="00FE5C2E" w:rsidP="00292D13">
            <w:r>
              <w:t>27</w:t>
            </w:r>
          </w:p>
        </w:tc>
      </w:tr>
      <w:tr w:rsidR="0022372E" w:rsidTr="00292D13">
        <w:trPr>
          <w:trHeight w:hRule="exact" w:val="1500"/>
        </w:trPr>
        <w:tc>
          <w:tcPr>
            <w:tcW w:w="2016" w:type="dxa"/>
          </w:tcPr>
          <w:p w:rsidR="0022372E" w:rsidRDefault="00FE5C2E" w:rsidP="00292D13">
            <w:r>
              <w:t>28</w:t>
            </w:r>
          </w:p>
        </w:tc>
        <w:tc>
          <w:tcPr>
            <w:tcW w:w="2016" w:type="dxa"/>
          </w:tcPr>
          <w:p w:rsidR="0022372E" w:rsidRDefault="00FE5C2E" w:rsidP="00292D13">
            <w:r>
              <w:t>29</w:t>
            </w:r>
          </w:p>
        </w:tc>
        <w:tc>
          <w:tcPr>
            <w:tcW w:w="2016" w:type="dxa"/>
          </w:tcPr>
          <w:p w:rsidR="0022372E" w:rsidRDefault="00FE5C2E" w:rsidP="00292D13">
            <w:r>
              <w:t>30</w:t>
            </w:r>
          </w:p>
        </w:tc>
        <w:tc>
          <w:tcPr>
            <w:tcW w:w="2016" w:type="dxa"/>
          </w:tcPr>
          <w:p w:rsidR="0022372E" w:rsidRDefault="00FE5C2E" w:rsidP="00292D13">
            <w:r>
              <w:t>31</w:t>
            </w:r>
          </w:p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  <w:tc>
          <w:tcPr>
            <w:tcW w:w="2016" w:type="dxa"/>
          </w:tcPr>
          <w:p w:rsidR="0022372E" w:rsidRDefault="0022372E" w:rsidP="00292D13"/>
        </w:tc>
      </w:tr>
    </w:tbl>
    <w:p w:rsidR="0022372E" w:rsidRDefault="0022372E" w:rsidP="00906CB1"/>
    <w:sectPr w:rsidR="0022372E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EA"/>
    <w:rsid w:val="0001145F"/>
    <w:rsid w:val="00162627"/>
    <w:rsid w:val="0022372E"/>
    <w:rsid w:val="00275E8A"/>
    <w:rsid w:val="0030555E"/>
    <w:rsid w:val="004503ED"/>
    <w:rsid w:val="00454E90"/>
    <w:rsid w:val="00467FEC"/>
    <w:rsid w:val="00582BF1"/>
    <w:rsid w:val="005A2332"/>
    <w:rsid w:val="005B4A28"/>
    <w:rsid w:val="005C3DEA"/>
    <w:rsid w:val="00617FE4"/>
    <w:rsid w:val="00664B24"/>
    <w:rsid w:val="006D2DDC"/>
    <w:rsid w:val="007A6835"/>
    <w:rsid w:val="00906CB1"/>
    <w:rsid w:val="009175F4"/>
    <w:rsid w:val="00A121DF"/>
    <w:rsid w:val="00A7442D"/>
    <w:rsid w:val="00B66AA6"/>
    <w:rsid w:val="00BA289D"/>
    <w:rsid w:val="00C0450F"/>
    <w:rsid w:val="00D20805"/>
    <w:rsid w:val="00E25A83"/>
    <w:rsid w:val="00E468A1"/>
    <w:rsid w:val="00E62FF9"/>
    <w:rsid w:val="00EA622B"/>
    <w:rsid w:val="00F21953"/>
    <w:rsid w:val="00F73EE6"/>
    <w:rsid w:val="00FD6091"/>
    <w:rsid w:val="00F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4E484C0-1FF2-4ECF-B325-98E088CC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C3D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idley\AppData\Roaming\Microsoft\Templates\7%20day%20calendar%20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FAF0722D4D74CD1A94020A3434F0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88048-02E5-4FAB-ABF4-32A302C87595}"/>
      </w:docPartPr>
      <w:docPartBody>
        <w:p w:rsidR="00D60B85" w:rsidRDefault="00091C49" w:rsidP="00091C49">
          <w:pPr>
            <w:pStyle w:val="8FAF0722D4D74CD1A94020A3434F0E19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A0"/>
    <w:rsid w:val="00091C49"/>
    <w:rsid w:val="00D60B85"/>
    <w:rsid w:val="00E0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1C49"/>
    <w:rPr>
      <w:color w:val="808080"/>
    </w:rPr>
  </w:style>
  <w:style w:type="paragraph" w:customStyle="1" w:styleId="4338AB39ED0C4D3EB8656B56BFB0A97E">
    <w:name w:val="4338AB39ED0C4D3EB8656B56BFB0A97E"/>
  </w:style>
  <w:style w:type="paragraph" w:customStyle="1" w:styleId="8FAF0722D4D74CD1A94020A3434F0E19">
    <w:name w:val="8FAF0722D4D74CD1A94020A3434F0E19"/>
    <w:rsid w:val="00091C49"/>
    <w:pPr>
      <w:spacing w:after="200" w:line="276" w:lineRule="auto"/>
    </w:pPr>
  </w:style>
  <w:style w:type="paragraph" w:customStyle="1" w:styleId="7EA8733549FE4C88A85E8E37DD18AC16">
    <w:name w:val="7EA8733549FE4C88A85E8E37DD18AC16"/>
    <w:rsid w:val="00091C49"/>
    <w:pPr>
      <w:spacing w:after="200" w:line="276" w:lineRule="auto"/>
    </w:pPr>
  </w:style>
  <w:style w:type="paragraph" w:customStyle="1" w:styleId="3E5FE5B6B911462693DA72F9D58A10B5">
    <w:name w:val="3E5FE5B6B911462693DA72F9D58A10B5"/>
    <w:rsid w:val="00091C4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449DF-7F0B-42EB-9FA2-D42FCB49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 day calendar grid</Template>
  <TotalTime>77</TotalTime>
  <Pages>4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SUNDAY</vt:lpstr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SUNDAY</dc:title>
  <dc:creator>Owen Ridley</dc:creator>
  <cp:keywords/>
  <cp:lastModifiedBy>Owen Ridley</cp:lastModifiedBy>
  <cp:revision>5</cp:revision>
  <cp:lastPrinted>2015-03-03T03:46:00Z</cp:lastPrinted>
  <dcterms:created xsi:type="dcterms:W3CDTF">2017-01-02T14:31:00Z</dcterms:created>
  <dcterms:modified xsi:type="dcterms:W3CDTF">2017-01-02T15:53:00Z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